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9D8A8" w14:textId="7320B8F6" w:rsidR="00F51BFE" w:rsidRDefault="00F51BFE" w:rsidP="00F51BFE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4964A370" w14:textId="77777777" w:rsidR="00F51BFE" w:rsidRDefault="00F51BFE" w:rsidP="00F51BF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24C25DE7" w14:textId="60EEFC79" w:rsidR="0085747A" w:rsidRPr="002D7614" w:rsidRDefault="0085747A" w:rsidP="002D761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SYLABUS</w:t>
      </w:r>
    </w:p>
    <w:p w14:paraId="4F9931C5" w14:textId="7BF204F4" w:rsidR="0085747A" w:rsidRPr="002D7614" w:rsidRDefault="0071620A" w:rsidP="002D761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D7614">
        <w:rPr>
          <w:rFonts w:ascii="Corbel" w:hAnsi="Corbel"/>
          <w:b/>
          <w:smallCaps/>
          <w:sz w:val="24"/>
          <w:szCs w:val="24"/>
        </w:rPr>
        <w:t xml:space="preserve"> </w:t>
      </w:r>
      <w:r w:rsidR="002E5AC2">
        <w:rPr>
          <w:rFonts w:ascii="Corbel" w:hAnsi="Corbel"/>
          <w:i/>
          <w:smallCaps/>
          <w:sz w:val="24"/>
          <w:szCs w:val="24"/>
        </w:rPr>
        <w:t>2019-2022</w:t>
      </w:r>
    </w:p>
    <w:p w14:paraId="6354ACD6" w14:textId="3CF5268C" w:rsidR="00F51BFE" w:rsidRPr="002D7614" w:rsidRDefault="00F51BFE" w:rsidP="000C218F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>Rok akademicki   202</w:t>
      </w:r>
      <w:r w:rsidR="002E5AC2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2E5AC2">
        <w:rPr>
          <w:rFonts w:ascii="Corbel" w:hAnsi="Corbel"/>
          <w:sz w:val="20"/>
          <w:szCs w:val="20"/>
        </w:rPr>
        <w:t>2</w:t>
      </w:r>
    </w:p>
    <w:p w14:paraId="6DB2E50F" w14:textId="77777777" w:rsidR="0085747A" w:rsidRPr="002D7614" w:rsidRDefault="0085747A" w:rsidP="002D7614">
      <w:pPr>
        <w:spacing w:after="0" w:line="240" w:lineRule="auto"/>
        <w:rPr>
          <w:rFonts w:ascii="Corbel" w:hAnsi="Corbel"/>
        </w:rPr>
      </w:pPr>
    </w:p>
    <w:p w14:paraId="030A66D7" w14:textId="77781DF7" w:rsidR="0085747A" w:rsidRPr="002D7614" w:rsidRDefault="0071620A" w:rsidP="002D761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D7614">
        <w:rPr>
          <w:rFonts w:ascii="Corbel" w:hAnsi="Corbel"/>
          <w:szCs w:val="24"/>
        </w:rPr>
        <w:t xml:space="preserve">1. </w:t>
      </w:r>
      <w:r w:rsidR="0085747A" w:rsidRPr="002D7614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946"/>
      </w:tblGrid>
      <w:tr w:rsidR="0085747A" w:rsidRPr="002D7614" w14:paraId="0AFBF34E" w14:textId="77777777" w:rsidTr="002D7614">
        <w:tc>
          <w:tcPr>
            <w:tcW w:w="2694" w:type="dxa"/>
            <w:vAlign w:val="center"/>
          </w:tcPr>
          <w:p w14:paraId="4117F948" w14:textId="423F0A6D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946" w:type="dxa"/>
            <w:vAlign w:val="center"/>
          </w:tcPr>
          <w:p w14:paraId="4FC31B52" w14:textId="77777777" w:rsidR="0085747A" w:rsidRPr="002D7614" w:rsidRDefault="00522075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Programy komputerowe w rachunkowości</w:t>
            </w:r>
          </w:p>
        </w:tc>
      </w:tr>
      <w:tr w:rsidR="0085747A" w:rsidRPr="002D7614" w14:paraId="070892B9" w14:textId="77777777" w:rsidTr="002D7614">
        <w:tc>
          <w:tcPr>
            <w:tcW w:w="2694" w:type="dxa"/>
            <w:vAlign w:val="center"/>
          </w:tcPr>
          <w:p w14:paraId="7EB1BAFE" w14:textId="6C083C33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946" w:type="dxa"/>
            <w:vAlign w:val="center"/>
          </w:tcPr>
          <w:p w14:paraId="035FA34E" w14:textId="77777777" w:rsidR="0085747A" w:rsidRPr="002D7614" w:rsidRDefault="00522075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EUB</w:t>
            </w:r>
            <w:proofErr w:type="spellEnd"/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/C-1.13b</w:t>
            </w:r>
          </w:p>
        </w:tc>
      </w:tr>
      <w:tr w:rsidR="0085747A" w:rsidRPr="002D7614" w14:paraId="2788EBD7" w14:textId="77777777" w:rsidTr="002D7614">
        <w:tc>
          <w:tcPr>
            <w:tcW w:w="2694" w:type="dxa"/>
            <w:vAlign w:val="center"/>
          </w:tcPr>
          <w:p w14:paraId="6EF17D33" w14:textId="3EA0610A" w:rsidR="0085747A" w:rsidRPr="002D7614" w:rsidRDefault="000A53AB" w:rsidP="002D761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6946" w:type="dxa"/>
            <w:vAlign w:val="center"/>
          </w:tcPr>
          <w:p w14:paraId="415CFDFF" w14:textId="1A1EFDBD" w:rsidR="0085747A" w:rsidRPr="002D7614" w:rsidRDefault="000A53A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2D7614" w14:paraId="1E0E6615" w14:textId="77777777" w:rsidTr="002D7614">
        <w:tc>
          <w:tcPr>
            <w:tcW w:w="2694" w:type="dxa"/>
            <w:vAlign w:val="center"/>
          </w:tcPr>
          <w:p w14:paraId="4ACC6687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946" w:type="dxa"/>
            <w:vAlign w:val="center"/>
          </w:tcPr>
          <w:p w14:paraId="1E863791" w14:textId="1B6DD043" w:rsidR="0085747A" w:rsidRPr="002D7614" w:rsidRDefault="00D07208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D7614" w14:paraId="2687E90D" w14:textId="77777777" w:rsidTr="002D7614">
        <w:tc>
          <w:tcPr>
            <w:tcW w:w="2694" w:type="dxa"/>
            <w:vAlign w:val="center"/>
          </w:tcPr>
          <w:p w14:paraId="296EF425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946" w:type="dxa"/>
            <w:vAlign w:val="center"/>
          </w:tcPr>
          <w:p w14:paraId="2098F1FB" w14:textId="77777777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2D7614" w14:paraId="4F9B36B9" w14:textId="77777777" w:rsidTr="002D7614">
        <w:tc>
          <w:tcPr>
            <w:tcW w:w="2694" w:type="dxa"/>
            <w:vAlign w:val="center"/>
          </w:tcPr>
          <w:p w14:paraId="47045A69" w14:textId="0C129C01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73097B">
              <w:rPr>
                <w:rFonts w:ascii="Corbel" w:hAnsi="Corbel"/>
                <w:sz w:val="24"/>
                <w:szCs w:val="24"/>
              </w:rPr>
              <w:t>studiów</w:t>
            </w:r>
            <w:r w:rsidRPr="002D761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14:paraId="0D0D3AF3" w14:textId="4B906A62" w:rsidR="0085747A" w:rsidRPr="002D7614" w:rsidRDefault="0073097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</w:t>
            </w:r>
            <w:r w:rsidR="00D0720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ego stopnia</w:t>
            </w:r>
          </w:p>
        </w:tc>
      </w:tr>
      <w:tr w:rsidR="0085747A" w:rsidRPr="002D7614" w14:paraId="3C50153A" w14:textId="77777777" w:rsidTr="002D7614">
        <w:tc>
          <w:tcPr>
            <w:tcW w:w="2694" w:type="dxa"/>
            <w:vAlign w:val="center"/>
          </w:tcPr>
          <w:p w14:paraId="108F24C3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946" w:type="dxa"/>
            <w:vAlign w:val="center"/>
          </w:tcPr>
          <w:p w14:paraId="5E82003D" w14:textId="77777777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2D7614" w14:paraId="5A965075" w14:textId="77777777" w:rsidTr="002D7614">
        <w:tc>
          <w:tcPr>
            <w:tcW w:w="2694" w:type="dxa"/>
            <w:vAlign w:val="center"/>
          </w:tcPr>
          <w:p w14:paraId="674B2F94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946" w:type="dxa"/>
            <w:vAlign w:val="center"/>
          </w:tcPr>
          <w:p w14:paraId="4A6D34FB" w14:textId="77777777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2D7614" w14:paraId="0F238621" w14:textId="77777777" w:rsidTr="002D7614">
        <w:tc>
          <w:tcPr>
            <w:tcW w:w="2694" w:type="dxa"/>
            <w:vAlign w:val="center"/>
          </w:tcPr>
          <w:p w14:paraId="53997916" w14:textId="74CD6424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Rok i semestr</w:t>
            </w:r>
            <w:r w:rsidR="0073097B">
              <w:rPr>
                <w:rFonts w:ascii="Corbel" w:hAnsi="Corbel"/>
                <w:sz w:val="24"/>
                <w:szCs w:val="24"/>
              </w:rPr>
              <w:t>/y</w:t>
            </w:r>
            <w:r w:rsidRPr="002D761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946" w:type="dxa"/>
            <w:vAlign w:val="center"/>
          </w:tcPr>
          <w:p w14:paraId="41C72000" w14:textId="77777777" w:rsidR="0085747A" w:rsidRPr="002D7614" w:rsidRDefault="00A3542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</w:t>
            </w:r>
            <w:r w:rsidR="00522075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5</w:t>
            </w:r>
          </w:p>
        </w:tc>
      </w:tr>
      <w:tr w:rsidR="0085747A" w:rsidRPr="002D7614" w14:paraId="7626F60D" w14:textId="77777777" w:rsidTr="002D7614">
        <w:tc>
          <w:tcPr>
            <w:tcW w:w="2694" w:type="dxa"/>
            <w:vAlign w:val="center"/>
          </w:tcPr>
          <w:p w14:paraId="60DD6991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946" w:type="dxa"/>
            <w:vAlign w:val="center"/>
          </w:tcPr>
          <w:p w14:paraId="2927C7C1" w14:textId="506F4652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pecja</w:t>
            </w:r>
            <w:r w:rsidR="0073097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lnościowy</w:t>
            </w:r>
            <w:r w:rsidR="00522075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do wyboru</w:t>
            </w:r>
          </w:p>
        </w:tc>
      </w:tr>
      <w:tr w:rsidR="00923D7D" w:rsidRPr="002D7614" w14:paraId="73499771" w14:textId="77777777" w:rsidTr="002D7614">
        <w:tc>
          <w:tcPr>
            <w:tcW w:w="2694" w:type="dxa"/>
            <w:vAlign w:val="center"/>
          </w:tcPr>
          <w:p w14:paraId="4FBA40BD" w14:textId="77777777" w:rsidR="00923D7D" w:rsidRPr="002D7614" w:rsidRDefault="00923D7D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946" w:type="dxa"/>
            <w:vAlign w:val="center"/>
          </w:tcPr>
          <w:p w14:paraId="375281C8" w14:textId="77777777" w:rsidR="00923D7D" w:rsidRPr="002D7614" w:rsidRDefault="00A3542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polski</w:t>
            </w:r>
          </w:p>
        </w:tc>
      </w:tr>
      <w:tr w:rsidR="0085747A" w:rsidRPr="002D7614" w14:paraId="1EB82FDE" w14:textId="77777777" w:rsidTr="002D7614">
        <w:tc>
          <w:tcPr>
            <w:tcW w:w="2694" w:type="dxa"/>
            <w:vAlign w:val="center"/>
          </w:tcPr>
          <w:p w14:paraId="6943B652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946" w:type="dxa"/>
            <w:vAlign w:val="center"/>
          </w:tcPr>
          <w:p w14:paraId="65B653C2" w14:textId="77777777" w:rsidR="0085747A" w:rsidRPr="002D7614" w:rsidRDefault="002D7614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  <w:tr w:rsidR="0085747A" w:rsidRPr="002D7614" w14:paraId="5F33416F" w14:textId="77777777" w:rsidTr="002D7614">
        <w:tc>
          <w:tcPr>
            <w:tcW w:w="2694" w:type="dxa"/>
            <w:vAlign w:val="center"/>
          </w:tcPr>
          <w:p w14:paraId="1B110AD4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946" w:type="dxa"/>
            <w:vAlign w:val="center"/>
          </w:tcPr>
          <w:p w14:paraId="77D91CD0" w14:textId="77777777" w:rsidR="0085747A" w:rsidRPr="002D7614" w:rsidRDefault="002D7614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</w:tbl>
    <w:p w14:paraId="4C62327D" w14:textId="7570D77F" w:rsidR="0085747A" w:rsidRPr="002D7614" w:rsidRDefault="0085747A" w:rsidP="002D7614">
      <w:pPr>
        <w:pStyle w:val="Podpunkty"/>
        <w:ind w:left="0"/>
        <w:rPr>
          <w:rFonts w:ascii="Corbel" w:hAnsi="Corbel"/>
          <w:szCs w:val="22"/>
        </w:rPr>
      </w:pPr>
      <w:r w:rsidRPr="002D7614">
        <w:rPr>
          <w:rFonts w:ascii="Corbel" w:hAnsi="Corbel"/>
          <w:szCs w:val="22"/>
        </w:rPr>
        <w:t xml:space="preserve">* </w:t>
      </w:r>
      <w:r w:rsidRPr="002D7614">
        <w:rPr>
          <w:rFonts w:ascii="Corbel" w:hAnsi="Corbel"/>
          <w:i/>
          <w:szCs w:val="22"/>
        </w:rPr>
        <w:t>-</w:t>
      </w:r>
      <w:r w:rsidR="0073097B" w:rsidRPr="0073097B">
        <w:rPr>
          <w:rFonts w:ascii="Corbel" w:hAnsi="Corbel"/>
          <w:b w:val="0"/>
          <w:bCs/>
          <w:i/>
          <w:szCs w:val="22"/>
        </w:rPr>
        <w:t>opcjonalnie</w:t>
      </w:r>
      <w:r w:rsidR="0073097B">
        <w:rPr>
          <w:rFonts w:ascii="Corbel" w:hAnsi="Corbel"/>
          <w:i/>
          <w:szCs w:val="22"/>
        </w:rPr>
        <w:t xml:space="preserve">, </w:t>
      </w:r>
      <w:r w:rsidRPr="002D7614">
        <w:rPr>
          <w:rFonts w:ascii="Corbel" w:hAnsi="Corbel"/>
          <w:i/>
          <w:szCs w:val="22"/>
        </w:rPr>
        <w:t xml:space="preserve"> </w:t>
      </w:r>
      <w:r w:rsidRPr="002D7614">
        <w:rPr>
          <w:rFonts w:ascii="Corbel" w:hAnsi="Corbel"/>
          <w:b w:val="0"/>
          <w:i/>
          <w:szCs w:val="22"/>
        </w:rPr>
        <w:t xml:space="preserve">zgodnie z ustaleniami </w:t>
      </w:r>
      <w:r w:rsidR="0073097B">
        <w:rPr>
          <w:rFonts w:ascii="Corbel" w:hAnsi="Corbel"/>
          <w:b w:val="0"/>
          <w:i/>
          <w:szCs w:val="22"/>
        </w:rPr>
        <w:t>w Jednostce</w:t>
      </w:r>
    </w:p>
    <w:p w14:paraId="6E37C637" w14:textId="77777777" w:rsidR="00923D7D" w:rsidRPr="002D7614" w:rsidRDefault="00923D7D" w:rsidP="002D761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BC1FE4" w14:textId="77777777" w:rsidR="0085747A" w:rsidRPr="002D7614" w:rsidRDefault="0085747A" w:rsidP="002D7614">
      <w:pPr>
        <w:pStyle w:val="Podpunkty"/>
        <w:ind w:left="284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>1.</w:t>
      </w:r>
      <w:r w:rsidR="00E22FBC" w:rsidRPr="002D7614">
        <w:rPr>
          <w:rFonts w:ascii="Corbel" w:hAnsi="Corbel"/>
          <w:sz w:val="24"/>
          <w:szCs w:val="24"/>
        </w:rPr>
        <w:t>1</w:t>
      </w:r>
      <w:r w:rsidRPr="002D7614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2D7614">
        <w:rPr>
          <w:rFonts w:ascii="Corbel" w:hAnsi="Corbel"/>
          <w:sz w:val="24"/>
          <w:szCs w:val="24"/>
        </w:rPr>
        <w:t>ECTS</w:t>
      </w:r>
      <w:proofErr w:type="spellEnd"/>
      <w:r w:rsidRPr="002D7614">
        <w:rPr>
          <w:rFonts w:ascii="Corbel" w:hAnsi="Corbel"/>
          <w:sz w:val="24"/>
          <w:szCs w:val="24"/>
        </w:rPr>
        <w:t xml:space="preserve"> </w:t>
      </w:r>
    </w:p>
    <w:p w14:paraId="08206E09" w14:textId="77777777" w:rsidR="00923D7D" w:rsidRPr="002D7614" w:rsidRDefault="00923D7D" w:rsidP="002D761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404"/>
      </w:tblGrid>
      <w:tr w:rsidR="00015B8F" w:rsidRPr="002D7614" w14:paraId="02309196" w14:textId="77777777" w:rsidTr="002D761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FAA7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Semestr</w:t>
            </w:r>
          </w:p>
          <w:p w14:paraId="6881B906" w14:textId="77777777" w:rsidR="00015B8F" w:rsidRPr="002D7614" w:rsidRDefault="002B5EA0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(</w:t>
            </w:r>
            <w:r w:rsidR="00363F78" w:rsidRPr="002D76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40BA5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Wykł</w:t>
            </w:r>
            <w:proofErr w:type="spellEnd"/>
            <w:r w:rsidRPr="002D76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FAB6E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089C9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Konw</w:t>
            </w:r>
            <w:proofErr w:type="spellEnd"/>
            <w:r w:rsidRPr="002D76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289EF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6C37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Sem</w:t>
            </w:r>
            <w:proofErr w:type="spellEnd"/>
            <w:r w:rsidRPr="002D76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E6460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DB462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Prakt</w:t>
            </w:r>
            <w:proofErr w:type="spellEnd"/>
            <w:r w:rsidRPr="002D76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DD0AB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B0B62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D7614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2D7614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2D7614" w14:paraId="0AB86040" w14:textId="77777777" w:rsidTr="002D761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D8F3" w14:textId="77777777" w:rsidR="00015B8F" w:rsidRPr="002D7614" w:rsidRDefault="00522075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9142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7D8D" w14:textId="53541001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4556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B0082" w14:textId="5AF6E0D6" w:rsidR="00015B8F" w:rsidRPr="002D7614" w:rsidRDefault="00743D66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5644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3CC8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8279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302D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0E7B" w14:textId="77777777" w:rsidR="00015B8F" w:rsidRPr="002D7614" w:rsidRDefault="00522075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AD3591" w14:textId="77777777" w:rsidR="00923D7D" w:rsidRPr="002D7614" w:rsidRDefault="00923D7D" w:rsidP="002D761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1ECF8E2" w14:textId="77777777" w:rsidR="0085747A" w:rsidRPr="002D7614" w:rsidRDefault="0085747A" w:rsidP="002D761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>1.</w:t>
      </w:r>
      <w:r w:rsidR="00E22FBC" w:rsidRPr="002D7614">
        <w:rPr>
          <w:rFonts w:ascii="Corbel" w:hAnsi="Corbel"/>
          <w:smallCaps w:val="0"/>
          <w:szCs w:val="24"/>
        </w:rPr>
        <w:t>2</w:t>
      </w:r>
      <w:r w:rsidR="00F83B28" w:rsidRPr="002D7614">
        <w:rPr>
          <w:rFonts w:ascii="Corbel" w:hAnsi="Corbel"/>
          <w:smallCaps w:val="0"/>
          <w:szCs w:val="24"/>
        </w:rPr>
        <w:t>.</w:t>
      </w:r>
      <w:r w:rsidR="00F83B28" w:rsidRPr="002D7614">
        <w:rPr>
          <w:rFonts w:ascii="Corbel" w:hAnsi="Corbel"/>
          <w:smallCaps w:val="0"/>
          <w:szCs w:val="24"/>
        </w:rPr>
        <w:tab/>
      </w:r>
      <w:r w:rsidRPr="002D7614">
        <w:rPr>
          <w:rFonts w:ascii="Corbel" w:hAnsi="Corbel"/>
          <w:smallCaps w:val="0"/>
          <w:szCs w:val="24"/>
        </w:rPr>
        <w:t xml:space="preserve">Sposób realizacji zajęć  </w:t>
      </w:r>
    </w:p>
    <w:p w14:paraId="0A37C6DF" w14:textId="2E4B7FEA" w:rsidR="000C218F" w:rsidRDefault="000C218F" w:rsidP="000C218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18D51867" w14:textId="77777777" w:rsidR="000C218F" w:rsidRDefault="000C218F" w:rsidP="000C218F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71C66E2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A3D1A2" w14:textId="6D7EEE88" w:rsidR="00E22FBC" w:rsidRPr="002D7614" w:rsidRDefault="00E22FBC" w:rsidP="002D76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1.3 </w:t>
      </w:r>
      <w:r w:rsidR="00F83B28" w:rsidRPr="002D7614">
        <w:rPr>
          <w:rFonts w:ascii="Corbel" w:hAnsi="Corbel"/>
          <w:smallCaps w:val="0"/>
          <w:szCs w:val="24"/>
        </w:rPr>
        <w:tab/>
      </w:r>
      <w:r w:rsidRPr="002D7614">
        <w:rPr>
          <w:rFonts w:ascii="Corbel" w:hAnsi="Corbel"/>
          <w:smallCaps w:val="0"/>
          <w:szCs w:val="24"/>
        </w:rPr>
        <w:t xml:space="preserve">Forma zaliczenia przedmiotu (z toku) </w:t>
      </w:r>
      <w:r w:rsidRPr="002D761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ADEC20" w14:textId="77777777" w:rsidR="0085747A" w:rsidRPr="002D7614" w:rsidRDefault="00A3542B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D7614">
        <w:rPr>
          <w:rFonts w:ascii="Corbel" w:hAnsi="Corbel"/>
          <w:b w:val="0"/>
          <w:smallCaps w:val="0"/>
          <w:szCs w:val="24"/>
        </w:rPr>
        <w:t>zaliczenie z oceną</w:t>
      </w:r>
    </w:p>
    <w:p w14:paraId="65484AE9" w14:textId="77777777" w:rsidR="009C54AE" w:rsidRPr="002D7614" w:rsidRDefault="009C54AE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6EAAD5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szCs w:val="24"/>
        </w:rPr>
      </w:pPr>
      <w:r w:rsidRPr="002D7614">
        <w:rPr>
          <w:rFonts w:ascii="Corbel" w:hAnsi="Corbel"/>
          <w:szCs w:val="24"/>
        </w:rPr>
        <w:t xml:space="preserve">2.Wymagania wstępne </w:t>
      </w:r>
    </w:p>
    <w:p w14:paraId="2D9C8439" w14:textId="77777777" w:rsidR="00923D7D" w:rsidRPr="002D7614" w:rsidRDefault="00923D7D" w:rsidP="002D761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2D7614" w14:paraId="75568437" w14:textId="77777777" w:rsidTr="002D7614">
        <w:tc>
          <w:tcPr>
            <w:tcW w:w="9498" w:type="dxa"/>
          </w:tcPr>
          <w:p w14:paraId="68894630" w14:textId="77777777" w:rsidR="0085747A" w:rsidRPr="002D7614" w:rsidRDefault="002E621E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131B1796" w14:textId="77777777" w:rsidR="00153C41" w:rsidRPr="002D7614" w:rsidRDefault="00153C41" w:rsidP="002D7614">
      <w:pPr>
        <w:pStyle w:val="Punktygwne"/>
        <w:spacing w:before="0" w:after="0"/>
        <w:rPr>
          <w:rFonts w:ascii="Corbel" w:hAnsi="Corbel"/>
          <w:szCs w:val="24"/>
        </w:rPr>
      </w:pPr>
    </w:p>
    <w:p w14:paraId="116494A9" w14:textId="2B4E353B" w:rsidR="0085747A" w:rsidRPr="002D7614" w:rsidRDefault="0071620A" w:rsidP="002D7614">
      <w:pPr>
        <w:pStyle w:val="Punktygwne"/>
        <w:spacing w:before="0" w:after="0"/>
        <w:rPr>
          <w:rFonts w:ascii="Corbel" w:hAnsi="Corbel"/>
          <w:szCs w:val="24"/>
        </w:rPr>
      </w:pPr>
      <w:r w:rsidRPr="002D7614">
        <w:rPr>
          <w:rFonts w:ascii="Corbel" w:hAnsi="Corbel"/>
          <w:szCs w:val="24"/>
        </w:rPr>
        <w:t>3.</w:t>
      </w:r>
      <w:r w:rsidR="0085747A" w:rsidRPr="002D7614">
        <w:rPr>
          <w:rFonts w:ascii="Corbel" w:hAnsi="Corbel"/>
          <w:szCs w:val="24"/>
        </w:rPr>
        <w:t xml:space="preserve"> cele, efekty </w:t>
      </w:r>
      <w:r w:rsidR="00702D26">
        <w:rPr>
          <w:rFonts w:ascii="Corbel" w:hAnsi="Corbel"/>
          <w:szCs w:val="24"/>
        </w:rPr>
        <w:t>UCZENIA SIĘ</w:t>
      </w:r>
      <w:r w:rsidR="0085747A" w:rsidRPr="002D7614">
        <w:rPr>
          <w:rFonts w:ascii="Corbel" w:hAnsi="Corbel"/>
          <w:szCs w:val="24"/>
        </w:rPr>
        <w:t xml:space="preserve"> , treści Programowe i stosowane metody Dydaktyczne</w:t>
      </w:r>
    </w:p>
    <w:p w14:paraId="5AA7CF97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szCs w:val="24"/>
        </w:rPr>
      </w:pPr>
    </w:p>
    <w:p w14:paraId="72D3B689" w14:textId="250E5F37" w:rsidR="0085747A" w:rsidRPr="002D7614" w:rsidRDefault="0071620A" w:rsidP="002D7614">
      <w:pPr>
        <w:pStyle w:val="Podpunkty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 xml:space="preserve">3.1 </w:t>
      </w:r>
      <w:r w:rsidR="0085747A" w:rsidRPr="002D7614">
        <w:rPr>
          <w:rFonts w:ascii="Corbel" w:hAnsi="Corbel"/>
          <w:sz w:val="24"/>
          <w:szCs w:val="24"/>
        </w:rPr>
        <w:t xml:space="preserve">Cele przedmiotu </w:t>
      </w:r>
    </w:p>
    <w:p w14:paraId="3F0E8813" w14:textId="77777777" w:rsidR="00F83B28" w:rsidRPr="002D7614" w:rsidRDefault="00F83B28" w:rsidP="002D761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2D7614" w14:paraId="576B008F" w14:textId="77777777" w:rsidTr="002E621E">
        <w:tc>
          <w:tcPr>
            <w:tcW w:w="843" w:type="dxa"/>
            <w:vAlign w:val="center"/>
          </w:tcPr>
          <w:p w14:paraId="2B8726BB" w14:textId="77777777" w:rsidR="002E621E" w:rsidRPr="002D7614" w:rsidRDefault="002E621E" w:rsidP="002D761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</w:tcPr>
          <w:p w14:paraId="7AE5A800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na przykładzie </w:t>
            </w:r>
            <w:proofErr w:type="spellStart"/>
            <w:r w:rsidRPr="002D7614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D7614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Pr="002D7614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</w:tr>
      <w:tr w:rsidR="002E621E" w:rsidRPr="002D7614" w14:paraId="7A6779D2" w14:textId="77777777" w:rsidTr="002E621E">
        <w:tc>
          <w:tcPr>
            <w:tcW w:w="843" w:type="dxa"/>
            <w:vAlign w:val="center"/>
          </w:tcPr>
          <w:p w14:paraId="3F0151D4" w14:textId="77777777" w:rsidR="002E621E" w:rsidRPr="002D7614" w:rsidRDefault="002E621E" w:rsidP="002D761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30AD10BA" w14:textId="6A68B2C5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Zdobycie przez studentów wiedzy i wymaganych umiejętności potrzebnych do prowadzenia ewidencji księgowej </w:t>
            </w:r>
            <w:r w:rsidR="00522075" w:rsidRPr="002D7614">
              <w:rPr>
                <w:rFonts w:ascii="Corbel" w:hAnsi="Corbel"/>
                <w:sz w:val="24"/>
                <w:szCs w:val="24"/>
              </w:rPr>
              <w:t xml:space="preserve">w zakresie podatkowej księgi przychodów i rozchodów </w:t>
            </w:r>
            <w:r w:rsidR="00702D26">
              <w:rPr>
                <w:rFonts w:ascii="Corbel" w:hAnsi="Corbel"/>
                <w:sz w:val="24"/>
                <w:szCs w:val="24"/>
              </w:rPr>
              <w:t xml:space="preserve">wraz z ewidencjami dodatkowymi </w:t>
            </w:r>
            <w:r w:rsidR="00702D26"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sz w:val="24"/>
                <w:szCs w:val="24"/>
              </w:rPr>
              <w:t>z wykorzystaniem techniki komputerowej.</w:t>
            </w:r>
          </w:p>
        </w:tc>
      </w:tr>
    </w:tbl>
    <w:p w14:paraId="6EB96DB7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B2EC35" w14:textId="4B65EC7B" w:rsidR="001D7B54" w:rsidRPr="002D7614" w:rsidRDefault="009F4610" w:rsidP="002D761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 xml:space="preserve">3.2 </w:t>
      </w:r>
      <w:r w:rsidR="001D7B54" w:rsidRPr="002D7614">
        <w:rPr>
          <w:rFonts w:ascii="Corbel" w:hAnsi="Corbel"/>
          <w:b/>
          <w:sz w:val="24"/>
          <w:szCs w:val="24"/>
        </w:rPr>
        <w:t xml:space="preserve">Efekty </w:t>
      </w:r>
      <w:r w:rsidR="00702D26">
        <w:rPr>
          <w:rFonts w:ascii="Corbel" w:hAnsi="Corbel"/>
          <w:b/>
          <w:sz w:val="24"/>
          <w:szCs w:val="24"/>
        </w:rPr>
        <w:t>uczenia się</w:t>
      </w:r>
      <w:r w:rsidR="001D7B54" w:rsidRPr="002D7614">
        <w:rPr>
          <w:rFonts w:ascii="Corbel" w:hAnsi="Corbel"/>
          <w:b/>
          <w:sz w:val="24"/>
          <w:szCs w:val="24"/>
        </w:rPr>
        <w:t xml:space="preserve"> dla przedmiotu</w:t>
      </w:r>
    </w:p>
    <w:p w14:paraId="1D1C884B" w14:textId="77777777" w:rsidR="001D7B54" w:rsidRPr="002D7614" w:rsidRDefault="001D7B54" w:rsidP="002D761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2D7614" w14:paraId="7806B731" w14:textId="77777777" w:rsidTr="002E621E">
        <w:tc>
          <w:tcPr>
            <w:tcW w:w="1692" w:type="dxa"/>
            <w:vAlign w:val="center"/>
          </w:tcPr>
          <w:p w14:paraId="6AA57352" w14:textId="04D69330" w:rsidR="0085747A" w:rsidRPr="002D7614" w:rsidRDefault="0085747A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702D2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2D761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6845F4F7" w14:textId="2B3E0959" w:rsidR="0085747A" w:rsidRPr="002D7614" w:rsidRDefault="0085747A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02D2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vAlign w:val="center"/>
          </w:tcPr>
          <w:p w14:paraId="5ED3A250" w14:textId="59019CA3" w:rsidR="0085747A" w:rsidRPr="002D7614" w:rsidRDefault="0085747A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2E621E" w:rsidRPr="002D7614" w14:paraId="10AB2B11" w14:textId="77777777" w:rsidTr="002E621E">
        <w:tc>
          <w:tcPr>
            <w:tcW w:w="1692" w:type="dxa"/>
          </w:tcPr>
          <w:p w14:paraId="34AED4BA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3223BC36" w14:textId="072BE43B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="002E621E" w:rsidRPr="002D7614">
              <w:rPr>
                <w:rFonts w:ascii="Corbel" w:hAnsi="Corbel"/>
                <w:sz w:val="24"/>
                <w:szCs w:val="24"/>
              </w:rPr>
              <w:t xml:space="preserve"> podstawowe zasady funkcjonowania programu finansowo-księgowego – </w:t>
            </w:r>
            <w:proofErr w:type="spellStart"/>
            <w:r w:rsidR="002E621E" w:rsidRPr="002D7614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="002E621E"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2E621E" w:rsidRPr="002D7614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="002E621E" w:rsidRPr="002D7614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  <w:tc>
          <w:tcPr>
            <w:tcW w:w="1864" w:type="dxa"/>
          </w:tcPr>
          <w:p w14:paraId="1FF838E3" w14:textId="77777777" w:rsidR="002E621E" w:rsidRPr="002D7614" w:rsidRDefault="002E621E" w:rsidP="005213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2131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2E621E" w:rsidRPr="002D7614" w14:paraId="7D76D506" w14:textId="77777777" w:rsidTr="002E621E">
        <w:tc>
          <w:tcPr>
            <w:tcW w:w="1692" w:type="dxa"/>
          </w:tcPr>
          <w:p w14:paraId="119FF369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4049BA84" w14:textId="2ECBD2DF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2E621E" w:rsidRPr="002D7614">
              <w:rPr>
                <w:rFonts w:ascii="Corbel" w:hAnsi="Corbel"/>
                <w:sz w:val="24"/>
                <w:szCs w:val="24"/>
              </w:rPr>
              <w:t xml:space="preserve"> 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67853CB5" w14:textId="3E097FAC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</w:t>
            </w:r>
            <w:r w:rsidR="00521315">
              <w:rPr>
                <w:rFonts w:ascii="Corbel" w:hAnsi="Corbel"/>
                <w:sz w:val="24"/>
                <w:szCs w:val="24"/>
              </w:rPr>
              <w:t>_W0</w:t>
            </w:r>
            <w:r w:rsidR="00BE598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2D7614" w14:paraId="65065973" w14:textId="77777777" w:rsidTr="002E621E">
        <w:tc>
          <w:tcPr>
            <w:tcW w:w="1692" w:type="dxa"/>
          </w:tcPr>
          <w:p w14:paraId="52D74F40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64" w:type="dxa"/>
          </w:tcPr>
          <w:p w14:paraId="29081EB2" w14:textId="50C957DD" w:rsidR="002E621E" w:rsidRPr="002D7614" w:rsidRDefault="00BE5985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BE5985">
              <w:rPr>
                <w:rFonts w:ascii="Corbel" w:hAnsi="Corbel"/>
                <w:b w:val="0"/>
                <w:smallCaps w:val="0"/>
                <w:szCs w:val="24"/>
              </w:rPr>
              <w:t>wykorzystywać podatkową księgę przychodów i rozchodów oraz ewidencje dodatkowe do rejestrowania zachodzących w jednostce zdarzeń gospodarczych referując ich wpływ na wynik finansowy</w:t>
            </w:r>
          </w:p>
        </w:tc>
        <w:tc>
          <w:tcPr>
            <w:tcW w:w="1864" w:type="dxa"/>
          </w:tcPr>
          <w:p w14:paraId="378E6157" w14:textId="77777777" w:rsidR="002E621E" w:rsidRPr="002D7614" w:rsidRDefault="002E621E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D7614">
              <w:rPr>
                <w:rFonts w:ascii="Corbel" w:hAnsi="Corbel"/>
                <w:b w:val="0"/>
                <w:szCs w:val="24"/>
              </w:rPr>
              <w:t>K_U02</w:t>
            </w:r>
          </w:p>
          <w:p w14:paraId="6C3915CD" w14:textId="31CAE426" w:rsidR="002E621E" w:rsidRPr="002D7614" w:rsidRDefault="002E621E" w:rsidP="005213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BE5985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2E621E" w:rsidRPr="002D7614" w14:paraId="157B3D73" w14:textId="77777777" w:rsidTr="002E621E">
        <w:tc>
          <w:tcPr>
            <w:tcW w:w="1692" w:type="dxa"/>
          </w:tcPr>
          <w:p w14:paraId="3FA273E8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56457108" w14:textId="2EA6EC9F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BE5985">
              <w:rPr>
                <w:rFonts w:ascii="Corbel" w:hAnsi="Corbel"/>
                <w:sz w:val="24"/>
                <w:szCs w:val="24"/>
              </w:rPr>
              <w:t>rozliczać wynagrodzenia pracowników, ewidencjonować sprzedaż towarów oraz sporządzać i analizować sprawozdania finansowe referując przyczyny i skutki osiągniętych rezultatów prowadzonej działalności</w:t>
            </w:r>
          </w:p>
        </w:tc>
        <w:tc>
          <w:tcPr>
            <w:tcW w:w="1864" w:type="dxa"/>
          </w:tcPr>
          <w:p w14:paraId="410E335F" w14:textId="77777777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K_U02</w:t>
            </w:r>
          </w:p>
          <w:p w14:paraId="58D599D4" w14:textId="4E61B095" w:rsidR="002E621E" w:rsidRPr="002D7614" w:rsidRDefault="002E621E" w:rsidP="0052131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K_U</w:t>
            </w:r>
            <w:r w:rsidR="00BE5985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2E621E" w:rsidRPr="002D7614" w14:paraId="477B3EC6" w14:textId="77777777" w:rsidTr="002E621E">
        <w:tc>
          <w:tcPr>
            <w:tcW w:w="1692" w:type="dxa"/>
          </w:tcPr>
          <w:p w14:paraId="33F119AE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64" w:type="dxa"/>
          </w:tcPr>
          <w:p w14:paraId="4372E4D4" w14:textId="3812E66D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BE5985">
              <w:rPr>
                <w:rFonts w:ascii="Corbel" w:hAnsi="Corbel"/>
                <w:sz w:val="24"/>
                <w:szCs w:val="24"/>
              </w:rPr>
              <w:t xml:space="preserve">ciągłego doskonalenia własnych umiejętności z zakresu obsługi programów finansowo-księgowych akceptując taką konieczność ze względu na zmiany uwarunkowań </w:t>
            </w:r>
            <w:proofErr w:type="spellStart"/>
            <w:r w:rsidRPr="00BE5985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BE5985">
              <w:rPr>
                <w:rFonts w:ascii="Corbel" w:hAnsi="Corbel"/>
                <w:sz w:val="24"/>
                <w:szCs w:val="24"/>
              </w:rPr>
              <w:t xml:space="preserve"> – ekonomicznych</w:t>
            </w:r>
          </w:p>
        </w:tc>
        <w:tc>
          <w:tcPr>
            <w:tcW w:w="1864" w:type="dxa"/>
          </w:tcPr>
          <w:p w14:paraId="29C170D5" w14:textId="2CBA1D32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K_K0</w:t>
            </w:r>
            <w:r w:rsidR="00BE5985">
              <w:rPr>
                <w:rFonts w:ascii="Corbel" w:hAnsi="Corbel"/>
                <w:sz w:val="24"/>
                <w:szCs w:val="24"/>
              </w:rPr>
              <w:t>2</w:t>
            </w:r>
          </w:p>
          <w:p w14:paraId="7D1270B8" w14:textId="19F76F7E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K_K0</w:t>
            </w:r>
            <w:r w:rsidR="00BE598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E241C8D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683945" w14:textId="4E5A108B" w:rsidR="0085747A" w:rsidRPr="002D7614" w:rsidRDefault="00675843" w:rsidP="002D7614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>3.3</w:t>
      </w:r>
      <w:r w:rsidR="001D7B54" w:rsidRPr="002D7614">
        <w:rPr>
          <w:rFonts w:ascii="Corbel" w:hAnsi="Corbel"/>
          <w:b/>
          <w:sz w:val="24"/>
          <w:szCs w:val="24"/>
        </w:rPr>
        <w:t xml:space="preserve"> </w:t>
      </w:r>
      <w:r w:rsidR="0085747A" w:rsidRPr="002D7614">
        <w:rPr>
          <w:rFonts w:ascii="Corbel" w:hAnsi="Corbel"/>
          <w:b/>
          <w:sz w:val="24"/>
          <w:szCs w:val="24"/>
        </w:rPr>
        <w:t>T</w:t>
      </w:r>
      <w:r w:rsidR="001D7B54" w:rsidRPr="002D7614">
        <w:rPr>
          <w:rFonts w:ascii="Corbel" w:hAnsi="Corbel"/>
          <w:b/>
          <w:sz w:val="24"/>
          <w:szCs w:val="24"/>
        </w:rPr>
        <w:t>reści programowe</w:t>
      </w:r>
    </w:p>
    <w:p w14:paraId="28388BDF" w14:textId="77777777" w:rsidR="0085747A" w:rsidRPr="002D7614" w:rsidRDefault="0085747A" w:rsidP="002D761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2D7614" w14:paraId="5BC0116D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A030" w14:textId="77777777" w:rsidR="004D5AB3" w:rsidRPr="002D7614" w:rsidRDefault="004D5AB3" w:rsidP="002D761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2D7614" w14:paraId="4FBE3E57" w14:textId="77777777" w:rsidTr="002E621E">
        <w:tc>
          <w:tcPr>
            <w:tcW w:w="9520" w:type="dxa"/>
            <w:vAlign w:val="center"/>
          </w:tcPr>
          <w:p w14:paraId="72696114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="002E621E" w:rsidRPr="002D7614" w14:paraId="1F3EF65D" w14:textId="77777777" w:rsidTr="002E621E">
        <w:tc>
          <w:tcPr>
            <w:tcW w:w="9520" w:type="dxa"/>
            <w:vAlign w:val="center"/>
          </w:tcPr>
          <w:p w14:paraId="506A7608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="002E621E" w:rsidRPr="002D7614" w14:paraId="75ACFCE3" w14:textId="77777777" w:rsidTr="002E621E">
        <w:tc>
          <w:tcPr>
            <w:tcW w:w="9520" w:type="dxa"/>
          </w:tcPr>
          <w:p w14:paraId="4D7DFF03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="002E621E" w:rsidRPr="002D7614" w14:paraId="15E733E7" w14:textId="77777777" w:rsidTr="002E621E">
        <w:tc>
          <w:tcPr>
            <w:tcW w:w="9520" w:type="dxa"/>
            <w:vAlign w:val="center"/>
          </w:tcPr>
          <w:p w14:paraId="086E98C3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Ewidencja kosztów i przychodów dokumentowanych fakturami VAT.</w:t>
            </w:r>
          </w:p>
        </w:tc>
      </w:tr>
      <w:tr w:rsidR="002E621E" w:rsidRPr="002D7614" w14:paraId="74C4E6BA" w14:textId="77777777" w:rsidTr="002E621E">
        <w:tc>
          <w:tcPr>
            <w:tcW w:w="9520" w:type="dxa"/>
            <w:vAlign w:val="center"/>
          </w:tcPr>
          <w:p w14:paraId="61BEEE32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Funkcjonowanie </w:t>
            </w:r>
            <w:r w:rsidR="00522075" w:rsidRPr="002D7614">
              <w:rPr>
                <w:rFonts w:ascii="Corbel" w:hAnsi="Corbel"/>
                <w:sz w:val="24"/>
                <w:szCs w:val="24"/>
              </w:rPr>
              <w:t>podatkowej księgi przychodów i rozchodów</w:t>
            </w:r>
            <w:r w:rsidRPr="002D761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621E" w:rsidRPr="002D7614" w14:paraId="2EF48894" w14:textId="77777777" w:rsidTr="002E621E">
        <w:tc>
          <w:tcPr>
            <w:tcW w:w="9520" w:type="dxa"/>
            <w:vAlign w:val="center"/>
          </w:tcPr>
          <w:p w14:paraId="40D4635C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="002E621E" w:rsidRPr="002D7614" w14:paraId="07D88449" w14:textId="77777777" w:rsidTr="002E621E">
        <w:tc>
          <w:tcPr>
            <w:tcW w:w="9520" w:type="dxa"/>
            <w:vAlign w:val="center"/>
          </w:tcPr>
          <w:p w14:paraId="76286C88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Moduł Handel – zapisy magazynowe, wystawianie faktur sprzedaży, dowodów </w:t>
            </w:r>
            <w:proofErr w:type="spellStart"/>
            <w:r w:rsidRPr="002D7614">
              <w:rPr>
                <w:rFonts w:ascii="Corbel" w:hAnsi="Corbel"/>
                <w:sz w:val="24"/>
                <w:szCs w:val="24"/>
              </w:rPr>
              <w:t>Wz</w:t>
            </w:r>
            <w:proofErr w:type="spellEnd"/>
            <w:r w:rsidRPr="002D7614">
              <w:rPr>
                <w:rFonts w:ascii="Corbel" w:hAnsi="Corbel"/>
                <w:sz w:val="24"/>
                <w:szCs w:val="24"/>
              </w:rPr>
              <w:t>, ewidencja zakupu i przyjęcia towarów, rozliczenia finansowe.</w:t>
            </w:r>
          </w:p>
        </w:tc>
      </w:tr>
    </w:tbl>
    <w:p w14:paraId="1857A722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B3892F" w14:textId="77777777" w:rsidR="0085747A" w:rsidRPr="002D7614" w:rsidRDefault="009F4610" w:rsidP="002D761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lastRenderedPageBreak/>
        <w:t>3.4 Metody dydaktyczne</w:t>
      </w:r>
      <w:r w:rsidRPr="002D7614">
        <w:rPr>
          <w:rFonts w:ascii="Corbel" w:hAnsi="Corbel"/>
          <w:b w:val="0"/>
          <w:smallCaps w:val="0"/>
          <w:szCs w:val="24"/>
        </w:rPr>
        <w:t xml:space="preserve"> </w:t>
      </w:r>
    </w:p>
    <w:p w14:paraId="03A2B502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06B49E" w14:textId="296577D6" w:rsidR="004D5AB3" w:rsidRPr="002D7614" w:rsidRDefault="004D5AB3" w:rsidP="002D7614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002D7614">
        <w:rPr>
          <w:rFonts w:ascii="Corbel" w:eastAsia="Times New Roman" w:hAnsi="Corbel"/>
          <w:sz w:val="24"/>
          <w:szCs w:val="24"/>
          <w:lang w:eastAsia="pl-PL"/>
        </w:rPr>
        <w:t>praca w laboratorium komputerowym</w:t>
      </w:r>
      <w:r w:rsidR="00D1615F">
        <w:rPr>
          <w:rFonts w:ascii="Corbel" w:eastAsia="Times New Roman" w:hAnsi="Corbel"/>
          <w:sz w:val="24"/>
          <w:szCs w:val="24"/>
          <w:lang w:eastAsia="pl-PL"/>
        </w:rPr>
        <w:t xml:space="preserve"> -</w:t>
      </w:r>
      <w:r w:rsidRPr="002D7614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="00D1615F" w:rsidRPr="00D1615F">
        <w:rPr>
          <w:rFonts w:ascii="Corbel" w:eastAsia="Times New Roman" w:hAnsi="Corbel"/>
          <w:sz w:val="24"/>
          <w:szCs w:val="24"/>
          <w:lang w:eastAsia="pl-PL"/>
        </w:rPr>
        <w:t>ćwiczenia w programie OPTIMA</w:t>
      </w:r>
      <w:r w:rsidR="00D1615F">
        <w:rPr>
          <w:rFonts w:ascii="Corbel" w:eastAsia="Times New Roman" w:hAnsi="Corbel"/>
          <w:sz w:val="24"/>
          <w:szCs w:val="24"/>
          <w:lang w:eastAsia="pl-PL"/>
        </w:rPr>
        <w:t xml:space="preserve">, </w:t>
      </w:r>
      <w:r w:rsidR="00D1615F" w:rsidRPr="00D1615F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2D7614">
        <w:rPr>
          <w:rFonts w:ascii="Corbel" w:eastAsia="Times New Roman" w:hAnsi="Corbel"/>
          <w:sz w:val="24"/>
          <w:szCs w:val="24"/>
          <w:lang w:eastAsia="pl-PL"/>
        </w:rPr>
        <w:t>prezentacja multimedialna ćwiczeń do rozwiązania, objaśnienia słowne stosowanych rozwiązań</w:t>
      </w:r>
    </w:p>
    <w:p w14:paraId="604BCF4A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5C2512" w14:textId="77777777" w:rsidR="0085747A" w:rsidRPr="002D7614" w:rsidRDefault="00C61DC5" w:rsidP="002D76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 </w:t>
      </w:r>
      <w:r w:rsidR="0085747A" w:rsidRPr="002D7614">
        <w:rPr>
          <w:rFonts w:ascii="Corbel" w:hAnsi="Corbel"/>
          <w:smallCaps w:val="0"/>
          <w:szCs w:val="24"/>
        </w:rPr>
        <w:t>METODY I KRYTERIA OCENY</w:t>
      </w:r>
      <w:r w:rsidR="009F4610" w:rsidRPr="002D7614">
        <w:rPr>
          <w:rFonts w:ascii="Corbel" w:hAnsi="Corbel"/>
          <w:smallCaps w:val="0"/>
          <w:szCs w:val="24"/>
        </w:rPr>
        <w:t xml:space="preserve"> </w:t>
      </w:r>
    </w:p>
    <w:p w14:paraId="0506FF8E" w14:textId="77777777" w:rsidR="00923D7D" w:rsidRPr="002D7614" w:rsidRDefault="00923D7D" w:rsidP="002D76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6A028" w14:textId="51B3B6C5" w:rsidR="0085747A" w:rsidRPr="002D7614" w:rsidRDefault="0085747A" w:rsidP="002D76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4.1 Sposoby weryfikacji efektów </w:t>
      </w:r>
      <w:r w:rsidR="00702D26">
        <w:rPr>
          <w:rFonts w:ascii="Corbel" w:hAnsi="Corbel"/>
          <w:smallCaps w:val="0"/>
          <w:szCs w:val="24"/>
        </w:rPr>
        <w:t>uczenia się</w:t>
      </w:r>
    </w:p>
    <w:p w14:paraId="5FBB19DD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2D7614" w14:paraId="26458461" w14:textId="77777777" w:rsidTr="002E621E">
        <w:tc>
          <w:tcPr>
            <w:tcW w:w="1588" w:type="dxa"/>
            <w:vAlign w:val="center"/>
          </w:tcPr>
          <w:p w14:paraId="27DC0C87" w14:textId="77777777" w:rsidR="0085747A" w:rsidRPr="002D7614" w:rsidRDefault="0071620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3FD95755" w14:textId="70FB8A3C" w:rsidR="0085747A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02D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FF82BE0" w14:textId="77777777" w:rsidR="0085747A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173" w:type="dxa"/>
            <w:vAlign w:val="center"/>
          </w:tcPr>
          <w:p w14:paraId="3EB7FB9A" w14:textId="77777777" w:rsidR="00923D7D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3C2ADF" w14:textId="77777777" w:rsidR="0085747A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D761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D761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43D66" w:rsidRPr="002D7614" w14:paraId="35DD5980" w14:textId="77777777" w:rsidTr="002E621E">
        <w:tc>
          <w:tcPr>
            <w:tcW w:w="1588" w:type="dxa"/>
          </w:tcPr>
          <w:p w14:paraId="53F44F22" w14:textId="77777777" w:rsidR="00743D66" w:rsidRPr="002D7614" w:rsidRDefault="00743D66" w:rsidP="00743D6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bookmarkStart w:id="1" w:name="_GoBack" w:colFirst="2" w:colLast="2"/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759" w:type="dxa"/>
          </w:tcPr>
          <w:p w14:paraId="5E8CB9A5" w14:textId="33E624C8" w:rsidR="00743D66" w:rsidRPr="002D7614" w:rsidRDefault="00743D66" w:rsidP="00743D6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57BAD72A" w14:textId="0DA52572" w:rsidR="00743D66" w:rsidRPr="00743D66" w:rsidRDefault="00743D66" w:rsidP="00743D6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43D66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743D66" w:rsidRPr="002D7614" w14:paraId="4D5CE432" w14:textId="77777777" w:rsidTr="002E621E">
        <w:tc>
          <w:tcPr>
            <w:tcW w:w="1588" w:type="dxa"/>
          </w:tcPr>
          <w:p w14:paraId="07BF44EB" w14:textId="77777777" w:rsidR="00743D66" w:rsidRPr="002D7614" w:rsidRDefault="00743D66" w:rsidP="00743D6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4759" w:type="dxa"/>
          </w:tcPr>
          <w:p w14:paraId="4FC38E70" w14:textId="77777777" w:rsidR="00743D66" w:rsidRPr="002D7614" w:rsidRDefault="00743D66" w:rsidP="00743D6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przykładów, kolokwium</w:t>
            </w:r>
          </w:p>
        </w:tc>
        <w:tc>
          <w:tcPr>
            <w:tcW w:w="3173" w:type="dxa"/>
          </w:tcPr>
          <w:p w14:paraId="1C3C38D4" w14:textId="1DAEBCE2" w:rsidR="00743D66" w:rsidRPr="00743D66" w:rsidRDefault="00743D66" w:rsidP="00743D6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43D66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743D66" w:rsidRPr="002D7614" w14:paraId="0EFA799D" w14:textId="77777777" w:rsidTr="002E621E">
        <w:tc>
          <w:tcPr>
            <w:tcW w:w="1588" w:type="dxa"/>
          </w:tcPr>
          <w:p w14:paraId="7FAB416E" w14:textId="77777777" w:rsidR="00743D66" w:rsidRPr="002D7614" w:rsidRDefault="00743D66" w:rsidP="00743D6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759" w:type="dxa"/>
          </w:tcPr>
          <w:p w14:paraId="67FA0F0C" w14:textId="77777777" w:rsidR="00743D66" w:rsidRPr="002D7614" w:rsidRDefault="00743D66" w:rsidP="00743D6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3173" w:type="dxa"/>
          </w:tcPr>
          <w:p w14:paraId="7F202363" w14:textId="7A1AEB35" w:rsidR="00743D66" w:rsidRPr="00743D66" w:rsidRDefault="00743D66" w:rsidP="00743D6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43D66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743D66" w:rsidRPr="002D7614" w14:paraId="312AE8E7" w14:textId="77777777" w:rsidTr="002E621E">
        <w:tc>
          <w:tcPr>
            <w:tcW w:w="1588" w:type="dxa"/>
          </w:tcPr>
          <w:p w14:paraId="3A183E33" w14:textId="77777777" w:rsidR="00743D66" w:rsidRPr="002D7614" w:rsidRDefault="00743D66" w:rsidP="00743D6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4759" w:type="dxa"/>
          </w:tcPr>
          <w:p w14:paraId="4F16ECEA" w14:textId="77777777" w:rsidR="00743D66" w:rsidRPr="002D7614" w:rsidRDefault="00743D66" w:rsidP="00743D6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3173" w:type="dxa"/>
          </w:tcPr>
          <w:p w14:paraId="3D8BA44D" w14:textId="1F77FD65" w:rsidR="00743D66" w:rsidRPr="00743D66" w:rsidRDefault="00743D66" w:rsidP="00743D6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43D66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743D66" w:rsidRPr="002D7614" w14:paraId="4915E514" w14:textId="77777777" w:rsidTr="002E621E">
        <w:tc>
          <w:tcPr>
            <w:tcW w:w="1588" w:type="dxa"/>
          </w:tcPr>
          <w:p w14:paraId="5635B1F8" w14:textId="77777777" w:rsidR="00743D66" w:rsidRPr="002D7614" w:rsidRDefault="00743D66" w:rsidP="00743D6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759" w:type="dxa"/>
          </w:tcPr>
          <w:p w14:paraId="64F95EF1" w14:textId="230E1833" w:rsidR="00743D66" w:rsidRPr="002D7614" w:rsidRDefault="00743D66" w:rsidP="00743D6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ocena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zajmowanego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stanowiska</w:t>
            </w:r>
          </w:p>
        </w:tc>
        <w:tc>
          <w:tcPr>
            <w:tcW w:w="3173" w:type="dxa"/>
          </w:tcPr>
          <w:p w14:paraId="4DBC3A50" w14:textId="245A21A4" w:rsidR="00743D66" w:rsidRPr="00743D66" w:rsidRDefault="00743D66" w:rsidP="00743D6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43D66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bookmarkEnd w:id="1"/>
    </w:tbl>
    <w:p w14:paraId="68021E2F" w14:textId="77777777" w:rsidR="00923D7D" w:rsidRPr="002D7614" w:rsidRDefault="00923D7D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4CDCD2" w14:textId="77777777" w:rsidR="0085747A" w:rsidRPr="002D7614" w:rsidRDefault="003E1941" w:rsidP="002D76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4.2 </w:t>
      </w:r>
      <w:r w:rsidR="0085747A" w:rsidRPr="002D761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D7614">
        <w:rPr>
          <w:rFonts w:ascii="Corbel" w:hAnsi="Corbel"/>
          <w:smallCaps w:val="0"/>
          <w:szCs w:val="24"/>
        </w:rPr>
        <w:t xml:space="preserve"> </w:t>
      </w:r>
    </w:p>
    <w:p w14:paraId="03C045C6" w14:textId="77777777" w:rsidR="00923D7D" w:rsidRPr="002D7614" w:rsidRDefault="00923D7D" w:rsidP="002D76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2D7614" w14:paraId="2550E2A2" w14:textId="77777777" w:rsidTr="002D7614">
        <w:tc>
          <w:tcPr>
            <w:tcW w:w="9498" w:type="dxa"/>
          </w:tcPr>
          <w:p w14:paraId="02417C79" w14:textId="77777777" w:rsidR="0085747A" w:rsidRPr="002D7614" w:rsidRDefault="004D5AB3" w:rsidP="009E79A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zaliczenie z oceną na podstawie ocen cząstkowych (</w:t>
            </w:r>
            <w:r w:rsidR="002E621E"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3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kolokwia, bieżąca prezentacja na zajęciach rezultatów rozwiązywanych przykładów</w:t>
            </w:r>
            <w:r w:rsidR="003A1062"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. 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Warunkiem zaliczenia przedmiotu jest otrzymanie pozytywnych ocen z </w:t>
            </w:r>
            <w:r w:rsidR="00B16388"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kolokwiów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</w:tr>
    </w:tbl>
    <w:p w14:paraId="2B132EEE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FC3548" w14:textId="77777777" w:rsidR="009F4610" w:rsidRPr="002D7614" w:rsidRDefault="0085747A" w:rsidP="002D761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 xml:space="preserve">5. </w:t>
      </w:r>
      <w:r w:rsidR="00C61DC5" w:rsidRPr="002D761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2D7614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2D7614">
        <w:rPr>
          <w:rFonts w:ascii="Corbel" w:hAnsi="Corbel"/>
          <w:b/>
          <w:sz w:val="24"/>
          <w:szCs w:val="24"/>
        </w:rPr>
        <w:t xml:space="preserve"> </w:t>
      </w:r>
    </w:p>
    <w:p w14:paraId="7B94D64E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2D7614" w14:paraId="3EC24495" w14:textId="77777777" w:rsidTr="002E621E">
        <w:tc>
          <w:tcPr>
            <w:tcW w:w="4901" w:type="dxa"/>
            <w:vAlign w:val="center"/>
          </w:tcPr>
          <w:p w14:paraId="17EE75A9" w14:textId="77777777" w:rsidR="0085747A" w:rsidRPr="002D7614" w:rsidRDefault="00C61DC5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D761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D761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322489AB" w14:textId="77777777" w:rsidR="0085747A" w:rsidRPr="002D7614" w:rsidRDefault="00C61DC5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D761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D76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D7614" w14:paraId="3546259D" w14:textId="77777777" w:rsidTr="002E621E">
        <w:tc>
          <w:tcPr>
            <w:tcW w:w="4901" w:type="dxa"/>
          </w:tcPr>
          <w:p w14:paraId="3DCDCB57" w14:textId="11833DF6" w:rsidR="0085747A" w:rsidRPr="002D7614" w:rsidRDefault="00C61DC5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G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D761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D761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3552" w:rsidRPr="002D7614">
              <w:rPr>
                <w:rFonts w:ascii="Corbel" w:hAnsi="Corbel"/>
                <w:sz w:val="24"/>
                <w:szCs w:val="24"/>
              </w:rPr>
              <w:t xml:space="preserve">z </w:t>
            </w:r>
            <w:r w:rsidR="00702D2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1AFE9FD3" w14:textId="77777777" w:rsidR="0085747A" w:rsidRPr="002D7614" w:rsidRDefault="004D355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2D7614" w14:paraId="6CD559DA" w14:textId="77777777" w:rsidTr="002E621E">
        <w:tc>
          <w:tcPr>
            <w:tcW w:w="4901" w:type="dxa"/>
          </w:tcPr>
          <w:p w14:paraId="102878B4" w14:textId="77777777" w:rsidR="00887BD5" w:rsidRPr="009C54AE" w:rsidRDefault="00887BD5" w:rsidP="00887B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F1DC835" w14:textId="4B491A96" w:rsidR="00C61DC5" w:rsidRPr="002D7614" w:rsidRDefault="00887BD5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</w:t>
            </w:r>
            <w:r w:rsidR="00C61DC5" w:rsidRPr="002D7614">
              <w:rPr>
                <w:rFonts w:ascii="Corbel" w:hAnsi="Corbel"/>
                <w:sz w:val="24"/>
                <w:szCs w:val="24"/>
              </w:rPr>
              <w:t>d</w:t>
            </w:r>
            <w:r w:rsidR="004D3552" w:rsidRPr="002D7614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19" w:type="dxa"/>
          </w:tcPr>
          <w:p w14:paraId="149680BC" w14:textId="77777777" w:rsidR="00C61DC5" w:rsidRPr="002D7614" w:rsidRDefault="004D355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2D7614" w14:paraId="5CD2EA51" w14:textId="77777777" w:rsidTr="002E621E">
        <w:tc>
          <w:tcPr>
            <w:tcW w:w="4901" w:type="dxa"/>
          </w:tcPr>
          <w:p w14:paraId="4FE4EAD1" w14:textId="52B74FB3" w:rsidR="00C61DC5" w:rsidRPr="002D7614" w:rsidRDefault="00887BD5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- p</w:t>
            </w:r>
            <w:r w:rsidR="004D3552" w:rsidRPr="002D7614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 w:rsidR="00E53FF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E53FF6">
              <w:rPr>
                <w:rFonts w:ascii="Corbel" w:hAnsi="Corbel"/>
                <w:sz w:val="24"/>
                <w:szCs w:val="24"/>
              </w:rPr>
              <w:t>p</w:t>
            </w:r>
            <w:r w:rsidR="00E53FF6" w:rsidRPr="002D7614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kolokwium</w:t>
            </w:r>
          </w:p>
        </w:tc>
        <w:tc>
          <w:tcPr>
            <w:tcW w:w="4619" w:type="dxa"/>
          </w:tcPr>
          <w:p w14:paraId="1C11400D" w14:textId="385D817A" w:rsidR="00C61DC5" w:rsidRPr="002D7614" w:rsidRDefault="00E53FF6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2D7614" w14:paraId="45693BB9" w14:textId="77777777" w:rsidTr="002E621E">
        <w:tc>
          <w:tcPr>
            <w:tcW w:w="4901" w:type="dxa"/>
          </w:tcPr>
          <w:p w14:paraId="578F08A1" w14:textId="77777777" w:rsidR="0085747A" w:rsidRPr="002D7614" w:rsidRDefault="0085747A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254AE613" w14:textId="77777777" w:rsidR="0085747A" w:rsidRPr="002D7614" w:rsidRDefault="003A106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2D7614" w14:paraId="5370F1E0" w14:textId="77777777" w:rsidTr="002E621E">
        <w:tc>
          <w:tcPr>
            <w:tcW w:w="4901" w:type="dxa"/>
          </w:tcPr>
          <w:p w14:paraId="7124F35C" w14:textId="77777777" w:rsidR="0085747A" w:rsidRPr="002D7614" w:rsidRDefault="0085747A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2D7614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9" w:type="dxa"/>
          </w:tcPr>
          <w:p w14:paraId="3198F161" w14:textId="77777777" w:rsidR="0085747A" w:rsidRPr="002D7614" w:rsidRDefault="003A106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EFBFDD6" w14:textId="77777777" w:rsidR="0085747A" w:rsidRPr="002D7614" w:rsidRDefault="00923D7D" w:rsidP="002D761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D761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D7614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2D7614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2D7614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445BDF5" w14:textId="77777777" w:rsidR="003E1941" w:rsidRPr="002D7614" w:rsidRDefault="003E1941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9510DB" w14:textId="6F64813C" w:rsidR="0085747A" w:rsidRPr="002D7614" w:rsidRDefault="0071620A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6. </w:t>
      </w:r>
      <w:r w:rsidR="0085747A" w:rsidRPr="002D7614">
        <w:rPr>
          <w:rFonts w:ascii="Corbel" w:hAnsi="Corbel"/>
          <w:smallCaps w:val="0"/>
          <w:szCs w:val="24"/>
        </w:rPr>
        <w:t>PRAKTYKI ZAWODOWE W RAMACH PRZEDMIOTU</w:t>
      </w:r>
    </w:p>
    <w:p w14:paraId="3BB48BE2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2D7614" w14:paraId="53C24133" w14:textId="77777777" w:rsidTr="004D3552">
        <w:trPr>
          <w:trHeight w:val="397"/>
        </w:trPr>
        <w:tc>
          <w:tcPr>
            <w:tcW w:w="4111" w:type="dxa"/>
          </w:tcPr>
          <w:p w14:paraId="18672D47" w14:textId="77777777" w:rsidR="0085747A" w:rsidRPr="002D7614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940BDE8" w14:textId="77777777" w:rsidR="0085747A" w:rsidRPr="002D7614" w:rsidRDefault="00B16388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D7614" w14:paraId="4E891730" w14:textId="77777777" w:rsidTr="004D3552">
        <w:trPr>
          <w:trHeight w:val="397"/>
        </w:trPr>
        <w:tc>
          <w:tcPr>
            <w:tcW w:w="4111" w:type="dxa"/>
          </w:tcPr>
          <w:p w14:paraId="5E4C2C26" w14:textId="77777777" w:rsidR="0085747A" w:rsidRPr="002D7614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B4699DA" w14:textId="77777777" w:rsidR="0085747A" w:rsidRPr="002D7614" w:rsidRDefault="00B16388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4B61DA" w14:textId="77777777" w:rsidR="003E1941" w:rsidRPr="002D7614" w:rsidRDefault="003E1941" w:rsidP="002D76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F5EB18" w14:textId="77777777" w:rsidR="0085747A" w:rsidRPr="002D7614" w:rsidRDefault="00675843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7. </w:t>
      </w:r>
      <w:r w:rsidR="0085747A" w:rsidRPr="002D7614">
        <w:rPr>
          <w:rFonts w:ascii="Corbel" w:hAnsi="Corbel"/>
          <w:smallCaps w:val="0"/>
          <w:szCs w:val="24"/>
        </w:rPr>
        <w:t>LITERATURA</w:t>
      </w:r>
      <w:r w:rsidRPr="002D7614">
        <w:rPr>
          <w:rFonts w:ascii="Corbel" w:hAnsi="Corbel"/>
          <w:smallCaps w:val="0"/>
          <w:szCs w:val="24"/>
        </w:rPr>
        <w:t xml:space="preserve"> </w:t>
      </w:r>
    </w:p>
    <w:p w14:paraId="5F48DE25" w14:textId="77777777" w:rsidR="00675843" w:rsidRPr="002D7614" w:rsidRDefault="00675843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07208" w14:paraId="73C975F4" w14:textId="77777777" w:rsidTr="004D3552">
        <w:trPr>
          <w:trHeight w:val="397"/>
        </w:trPr>
        <w:tc>
          <w:tcPr>
            <w:tcW w:w="9639" w:type="dxa"/>
          </w:tcPr>
          <w:p w14:paraId="097F16F9" w14:textId="77777777" w:rsidR="0085747A" w:rsidRPr="00D07208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B89175A" w14:textId="4830324A" w:rsidR="002E621E" w:rsidRPr="00D07208" w:rsidRDefault="002E621E" w:rsidP="002D7614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Program </w:t>
            </w:r>
            <w:proofErr w:type="spellStart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ERP</w:t>
            </w:r>
            <w:proofErr w:type="spellEnd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OPTIMA, Księga </w:t>
            </w:r>
            <w:r w:rsidR="003A1062"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podatkowa</w:t>
            </w:r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Oprogramowanie dla firm, </w:t>
            </w:r>
            <w:proofErr w:type="spellStart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Comarch</w:t>
            </w:r>
            <w:proofErr w:type="spellEnd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Kraków, 20</w:t>
            </w:r>
            <w:r w:rsidR="000F02C0"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20</w:t>
            </w:r>
          </w:p>
          <w:p w14:paraId="755193B6" w14:textId="00FB7D9B" w:rsidR="002E621E" w:rsidRPr="00D07208" w:rsidRDefault="002E621E" w:rsidP="002D7614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Program </w:t>
            </w:r>
            <w:proofErr w:type="spellStart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ERP</w:t>
            </w:r>
            <w:proofErr w:type="spellEnd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OPTIMA, Kadry i Płace, Oprogramowanie dla firm, </w:t>
            </w:r>
            <w:proofErr w:type="spellStart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Comarch</w:t>
            </w:r>
            <w:proofErr w:type="spellEnd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Kraków, 20</w:t>
            </w:r>
            <w:r w:rsidR="000F02C0"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20</w:t>
            </w:r>
          </w:p>
          <w:p w14:paraId="559C99E9" w14:textId="0D45F3EB" w:rsidR="004D5AB3" w:rsidRPr="00D07208" w:rsidRDefault="002E621E" w:rsidP="009E79AF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Program </w:t>
            </w:r>
            <w:proofErr w:type="spellStart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ERP</w:t>
            </w:r>
            <w:proofErr w:type="spellEnd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OPTIMA, Procesy logistyczne w module handel, Oprogramowanie dla firm, </w:t>
            </w:r>
            <w:proofErr w:type="spellStart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Comarch</w:t>
            </w:r>
            <w:proofErr w:type="spellEnd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Kraków, 20</w:t>
            </w:r>
            <w:r w:rsidR="000F02C0"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20</w:t>
            </w:r>
          </w:p>
        </w:tc>
      </w:tr>
      <w:tr w:rsidR="0085747A" w:rsidRPr="00D07208" w14:paraId="3926CDA8" w14:textId="77777777" w:rsidTr="004D3552">
        <w:trPr>
          <w:trHeight w:val="397"/>
        </w:trPr>
        <w:tc>
          <w:tcPr>
            <w:tcW w:w="9639" w:type="dxa"/>
          </w:tcPr>
          <w:p w14:paraId="12BF0A94" w14:textId="77777777" w:rsidR="0085747A" w:rsidRPr="00D07208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952D24" w14:textId="77777777" w:rsidR="008E1377" w:rsidRPr="00D07208" w:rsidRDefault="008E1377" w:rsidP="000F02C0">
            <w:pPr>
              <w:pStyle w:val="Punktygwne"/>
              <w:numPr>
                <w:ilvl w:val="0"/>
                <w:numId w:val="3"/>
              </w:numPr>
              <w:spacing w:before="0" w:after="0"/>
              <w:ind w:left="4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Strojek-Filus M.,  Maruszewska E. W., Rachunkowość finansowa: wprowadzenie: teoria, przykłady, zadania, Wydawnictwo </w:t>
            </w:r>
            <w:proofErr w:type="spellStart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Poltext</w:t>
            </w:r>
            <w:proofErr w:type="spellEnd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, Warszawa  2018</w:t>
            </w:r>
          </w:p>
          <w:p w14:paraId="6B83C4EE" w14:textId="48F1B969" w:rsidR="004D5AB3" w:rsidRPr="00D07208" w:rsidRDefault="008E1377" w:rsidP="000F02C0">
            <w:pPr>
              <w:pStyle w:val="Punktygwne"/>
              <w:numPr>
                <w:ilvl w:val="0"/>
                <w:numId w:val="3"/>
              </w:numPr>
              <w:spacing w:before="0" w:after="0"/>
              <w:ind w:left="4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Gos W.,  </w:t>
            </w:r>
            <w:proofErr w:type="spellStart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Hońko</w:t>
            </w:r>
            <w:proofErr w:type="spellEnd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 S., Janowicz M.,  Winiarska K.,  Rachunkowość finansowa dla zaawansowanych, </w:t>
            </w:r>
            <w:proofErr w:type="spellStart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, Warszawa 2017</w:t>
            </w:r>
          </w:p>
        </w:tc>
      </w:tr>
    </w:tbl>
    <w:p w14:paraId="20AC6ECA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22FD2C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5746E4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D76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D76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360AA" w14:textId="77777777" w:rsidR="00C66404" w:rsidRDefault="00C66404" w:rsidP="00C16ABF">
      <w:pPr>
        <w:spacing w:after="0" w:line="240" w:lineRule="auto"/>
      </w:pPr>
      <w:r>
        <w:separator/>
      </w:r>
    </w:p>
  </w:endnote>
  <w:endnote w:type="continuationSeparator" w:id="0">
    <w:p w14:paraId="1EB3090B" w14:textId="77777777" w:rsidR="00C66404" w:rsidRDefault="00C6640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DEB12" w14:textId="77777777" w:rsidR="00C66404" w:rsidRDefault="00C66404" w:rsidP="00C16ABF">
      <w:pPr>
        <w:spacing w:after="0" w:line="240" w:lineRule="auto"/>
      </w:pPr>
      <w:r>
        <w:separator/>
      </w:r>
    </w:p>
  </w:footnote>
  <w:footnote w:type="continuationSeparator" w:id="0">
    <w:p w14:paraId="743562E3" w14:textId="77777777" w:rsidR="00C66404" w:rsidRDefault="00C6640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3E1B"/>
    <w:multiLevelType w:val="hybridMultilevel"/>
    <w:tmpl w:val="7FFA1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545BC4"/>
    <w:multiLevelType w:val="hybridMultilevel"/>
    <w:tmpl w:val="830E1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870B1"/>
    <w:multiLevelType w:val="hybridMultilevel"/>
    <w:tmpl w:val="EFE49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53AB"/>
    <w:rsid w:val="000B1458"/>
    <w:rsid w:val="000B192D"/>
    <w:rsid w:val="000B28EE"/>
    <w:rsid w:val="000B3E37"/>
    <w:rsid w:val="000C218F"/>
    <w:rsid w:val="000D04B0"/>
    <w:rsid w:val="000E26A1"/>
    <w:rsid w:val="000F02C0"/>
    <w:rsid w:val="000F1C57"/>
    <w:rsid w:val="000F5615"/>
    <w:rsid w:val="00117483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2665"/>
    <w:rsid w:val="001D657B"/>
    <w:rsid w:val="001D7B54"/>
    <w:rsid w:val="001E0209"/>
    <w:rsid w:val="001F2CA2"/>
    <w:rsid w:val="002144C0"/>
    <w:rsid w:val="0022477D"/>
    <w:rsid w:val="002336F9"/>
    <w:rsid w:val="0023372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D7614"/>
    <w:rsid w:val="002E5AC2"/>
    <w:rsid w:val="002E621E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062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21315"/>
    <w:rsid w:val="00522075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E45AC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2D26"/>
    <w:rsid w:val="00706544"/>
    <w:rsid w:val="007072BA"/>
    <w:rsid w:val="0071620A"/>
    <w:rsid w:val="00724677"/>
    <w:rsid w:val="00725459"/>
    <w:rsid w:val="0073097B"/>
    <w:rsid w:val="00734608"/>
    <w:rsid w:val="00743D66"/>
    <w:rsid w:val="00745302"/>
    <w:rsid w:val="007461D6"/>
    <w:rsid w:val="00746EC8"/>
    <w:rsid w:val="00763BF1"/>
    <w:rsid w:val="00766FD4"/>
    <w:rsid w:val="0078168C"/>
    <w:rsid w:val="00790E27"/>
    <w:rsid w:val="007A1569"/>
    <w:rsid w:val="007A4022"/>
    <w:rsid w:val="007A6E6E"/>
    <w:rsid w:val="007C3299"/>
    <w:rsid w:val="007C3BCC"/>
    <w:rsid w:val="007D6E56"/>
    <w:rsid w:val="007F4155"/>
    <w:rsid w:val="00815BC0"/>
    <w:rsid w:val="0081707E"/>
    <w:rsid w:val="008449B3"/>
    <w:rsid w:val="008449BD"/>
    <w:rsid w:val="0085747A"/>
    <w:rsid w:val="00884922"/>
    <w:rsid w:val="00885F64"/>
    <w:rsid w:val="00887BD5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377"/>
    <w:rsid w:val="008E64F4"/>
    <w:rsid w:val="008F12C9"/>
    <w:rsid w:val="008F6E29"/>
    <w:rsid w:val="00916188"/>
    <w:rsid w:val="00923D7D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3B41"/>
    <w:rsid w:val="009E79AF"/>
    <w:rsid w:val="009F3C5C"/>
    <w:rsid w:val="009F4610"/>
    <w:rsid w:val="00A00ECC"/>
    <w:rsid w:val="00A0124D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3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E5985"/>
    <w:rsid w:val="00BF2C41"/>
    <w:rsid w:val="00BF3856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6404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7208"/>
    <w:rsid w:val="00D1615F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53FF6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51BFE"/>
    <w:rsid w:val="00F526AF"/>
    <w:rsid w:val="00F617C3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6E75"/>
  <w15:docId w15:val="{4DB2CA1B-0627-42A3-9153-F821CC33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C21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C218F"/>
  </w:style>
  <w:style w:type="character" w:customStyle="1" w:styleId="spellingerror">
    <w:name w:val="spellingerror"/>
    <w:basedOn w:val="Domylnaczcionkaakapitu"/>
    <w:rsid w:val="000C218F"/>
  </w:style>
  <w:style w:type="character" w:customStyle="1" w:styleId="eop">
    <w:name w:val="eop"/>
    <w:basedOn w:val="Domylnaczcionkaakapitu"/>
    <w:rsid w:val="000C2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4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DA239-1A35-4797-9B48-13BFCD9C42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8671C8-E643-4B18-AF02-969103C102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390920-4ACA-4031-875E-B8EB273B38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6E93DC-D8B5-4471-839A-5EF86C96D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859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2017-02-15T12:41:00Z</cp:lastPrinted>
  <dcterms:created xsi:type="dcterms:W3CDTF">2020-10-23T09:15:00Z</dcterms:created>
  <dcterms:modified xsi:type="dcterms:W3CDTF">2021-11-02T08:06:00Z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